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D874" w14:textId="77777777" w:rsidR="00DC0237" w:rsidRPr="00F73CA8" w:rsidRDefault="00DC0237" w:rsidP="00681DA8">
      <w:pPr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F73CA8">
        <w:rPr>
          <w:rFonts w:ascii="SimHei" w:eastAsia="SimHei" w:hAnsi="SimHei" w:hint="eastAsia"/>
          <w:b/>
          <w:sz w:val="20"/>
          <w:szCs w:val="20"/>
        </w:rPr>
        <w:t>舒适佩戴，体积小巧</w:t>
      </w:r>
    </w:p>
    <w:p w14:paraId="06ECD759" w14:textId="77777777" w:rsidR="00DC0237" w:rsidRPr="00F73CA8" w:rsidRDefault="00DC0237" w:rsidP="00681DA8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  <w:r w:rsidRPr="00F73CA8">
        <w:rPr>
          <w:rFonts w:ascii="SimHei" w:eastAsia="SimHei" w:hAnsi="SimHei" w:hint="eastAsia"/>
          <w:b/>
          <w:sz w:val="24"/>
          <w:szCs w:val="24"/>
        </w:rPr>
        <w:t>凯柏胶宝</w:t>
      </w:r>
      <w:r w:rsidRPr="00F73CA8">
        <w:rPr>
          <w:rFonts w:ascii="Calibri" w:eastAsia="SimHei" w:hAnsi="Calibri" w:cs="Calibri"/>
          <w:b/>
          <w:sz w:val="24"/>
          <w:szCs w:val="24"/>
          <w:vertAlign w:val="superscript"/>
        </w:rPr>
        <w:t>®</w:t>
      </w:r>
      <w:r w:rsidRPr="00F73CA8">
        <w:rPr>
          <w:rFonts w:ascii="SimHei" w:eastAsia="SimHei" w:hAnsi="SimHei" w:hint="eastAsia"/>
          <w:b/>
          <w:sz w:val="24"/>
          <w:szCs w:val="24"/>
        </w:rPr>
        <w:t xml:space="preserve"> 为创新的 </w:t>
      </w:r>
      <w:r w:rsidRPr="00F73CA8">
        <w:rPr>
          <w:rFonts w:ascii="Arial" w:eastAsia="SimHei" w:hAnsi="Arial" w:cs="Arial"/>
          <w:b/>
          <w:sz w:val="24"/>
          <w:szCs w:val="24"/>
        </w:rPr>
        <w:t>Protos</w:t>
      </w:r>
      <w:r w:rsidRPr="00F73CA8">
        <w:rPr>
          <w:rFonts w:ascii="Arial" w:eastAsia="SimHei" w:hAnsi="Arial" w:cs="Arial"/>
          <w:b/>
          <w:sz w:val="24"/>
          <w:szCs w:val="24"/>
          <w:vertAlign w:val="superscript"/>
        </w:rPr>
        <w:t>®</w:t>
      </w:r>
      <w:r w:rsidRPr="00F73CA8">
        <w:rPr>
          <w:rFonts w:ascii="SimHei" w:eastAsia="SimHei" w:hAnsi="SimHei" w:hint="eastAsia"/>
          <w:b/>
          <w:sz w:val="24"/>
          <w:szCs w:val="24"/>
        </w:rPr>
        <w:t xml:space="preserve"> 头戴式耳罩提供皮肤感觉舒适的热塑性弹性体</w:t>
      </w:r>
      <w:bookmarkStart w:id="0" w:name="_GoBack"/>
      <w:bookmarkEnd w:id="0"/>
    </w:p>
    <w:p w14:paraId="470E38D0" w14:textId="77777777" w:rsidR="00DC0237" w:rsidRPr="00681DA8" w:rsidRDefault="00DC0237" w:rsidP="00681DA8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07A66858" w14:textId="77777777" w:rsidR="00DC0237" w:rsidRPr="00681DA8" w:rsidRDefault="00DC0237" w:rsidP="00681DA8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681DA8">
        <w:rPr>
          <w:rFonts w:ascii="Arial" w:eastAsia="SimHei" w:hAnsi="Arial" w:cs="Arial"/>
          <w:b/>
          <w:sz w:val="20"/>
          <w:szCs w:val="20"/>
        </w:rPr>
        <w:t>Protos</w:t>
      </w:r>
      <w:r w:rsidRPr="00681DA8">
        <w:rPr>
          <w:rFonts w:ascii="Arial" w:eastAsia="SimHei" w:hAnsi="Arial" w:cs="Arial"/>
          <w:b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/>
          <w:sz w:val="20"/>
          <w:szCs w:val="20"/>
        </w:rPr>
        <w:t xml:space="preserve"> 耳罩由奥地利 </w:t>
      </w:r>
      <w:proofErr w:type="spellStart"/>
      <w:r w:rsidRPr="00681DA8">
        <w:rPr>
          <w:rFonts w:ascii="Arial" w:eastAsia="SimHei" w:hAnsi="Arial" w:cs="Arial"/>
          <w:b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b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b/>
          <w:sz w:val="20"/>
          <w:szCs w:val="20"/>
        </w:rPr>
        <w:t>Schutzbekleidung</w:t>
      </w:r>
      <w:proofErr w:type="spellEnd"/>
      <w:r w:rsidRPr="00681DA8">
        <w:rPr>
          <w:rFonts w:ascii="Arial" w:eastAsia="SimHei" w:hAnsi="Arial" w:cs="Arial"/>
          <w:b/>
          <w:sz w:val="20"/>
          <w:szCs w:val="20"/>
        </w:rPr>
        <w:t xml:space="preserve"> GmbH</w:t>
      </w:r>
      <w:r w:rsidRPr="00681DA8">
        <w:rPr>
          <w:rFonts w:ascii="SimHei" w:eastAsia="SimHei" w:hAnsi="SimHei" w:hint="eastAsia"/>
          <w:b/>
          <w:sz w:val="20"/>
          <w:szCs w:val="20"/>
        </w:rPr>
        <w:t xml:space="preserve"> 公司经销，其贴合皮肤的边条选择凯柏胶宝</w:t>
      </w:r>
      <w:r w:rsidRPr="00681DA8">
        <w:rPr>
          <w:rFonts w:ascii="Calibri" w:eastAsia="SimHei" w:hAnsi="Calibri" w:cs="Calibri"/>
          <w:b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/>
          <w:sz w:val="20"/>
          <w:szCs w:val="20"/>
        </w:rPr>
        <w:t>的热塑性弹性体（</w:t>
      </w:r>
      <w:r w:rsidRPr="00681DA8">
        <w:rPr>
          <w:rFonts w:ascii="Arial" w:eastAsia="SimHei" w:hAnsi="Arial" w:cs="Arial"/>
          <w:b/>
          <w:sz w:val="20"/>
          <w:szCs w:val="20"/>
        </w:rPr>
        <w:t>TPE</w:t>
      </w:r>
      <w:r w:rsidRPr="00681DA8">
        <w:rPr>
          <w:rFonts w:ascii="SimHei" w:eastAsia="SimHei" w:hAnsi="SimHei" w:hint="eastAsia"/>
          <w:b/>
          <w:sz w:val="20"/>
          <w:szCs w:val="20"/>
        </w:rPr>
        <w:t>）经注塑工艺制作完成。这种材料具有极佳的加工性能，可确保佩戴耳罩时保持舒适感。</w:t>
      </w:r>
    </w:p>
    <w:p w14:paraId="15FDB736" w14:textId="77777777" w:rsidR="00DC0237" w:rsidRPr="00F868A5" w:rsidRDefault="00DC0237" w:rsidP="00681DA8">
      <w:pPr>
        <w:keepLines/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16A51C8" w14:textId="77777777" w:rsidR="00DC0237" w:rsidRPr="00681DA8" w:rsidRDefault="00DC0237" w:rsidP="00681DA8">
      <w:pPr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681DA8">
        <w:rPr>
          <w:rFonts w:ascii="SimHei" w:eastAsia="SimHei" w:hAnsi="SimHei" w:hint="eastAsia"/>
          <w:bCs/>
          <w:sz w:val="20"/>
          <w:szCs w:val="20"/>
        </w:rPr>
        <w:t>无论是林业、农业、工业、道路建设或是狩猎和空中救援服务，保证职业健康与安全布置要求设备功能可靠。</w:t>
      </w:r>
      <w:r w:rsidRPr="00681DA8">
        <w:rPr>
          <w:rFonts w:ascii="SimHei" w:eastAsia="SimHei" w:hAnsi="SimHei" w:hint="eastAsia"/>
          <w:bCs/>
          <w:sz w:val="20"/>
          <w:szCs w:val="20"/>
        </w:rPr>
        <w:cr/>
      </w:r>
      <w:r w:rsidRPr="00681DA8">
        <w:rPr>
          <w:rFonts w:ascii="SimHei" w:eastAsia="SimHei" w:hAnsi="SimHei" w:hint="eastAsia"/>
          <w:bCs/>
          <w:sz w:val="20"/>
          <w:szCs w:val="20"/>
        </w:rPr>
        <w:br/>
        <w:t>为了让人们更愿意防护恰当或强制性要求的个人防护设备，就要确保设备具有舒适、轻便和实用的特点。这一点同样适用于保护听力的耳罩，它不应该在佩戴者皮肤上产生过大压力，不能刺激皮肤或拉扯头发。</w:t>
      </w:r>
    </w:p>
    <w:p w14:paraId="26D04438" w14:textId="77777777" w:rsidR="00DC0237" w:rsidRPr="00F868A5" w:rsidRDefault="00DC0237" w:rsidP="00681DA8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</w:rPr>
      </w:pPr>
    </w:p>
    <w:p w14:paraId="1ED5D4AA" w14:textId="4F60DAE0" w:rsidR="00DC0237" w:rsidRPr="00681DA8" w:rsidRDefault="00381E75" w:rsidP="00681DA8">
      <w:pPr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t>因此，位于奥地利米尔斯的</w:t>
      </w:r>
      <w:r w:rsidRPr="00681DA8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Westcam</w:t>
      </w:r>
      <w:proofErr w:type="spellEnd"/>
      <w:r w:rsidRPr="00681DA8">
        <w:rPr>
          <w:rFonts w:ascii="SimHei" w:eastAsia="SimHei" w:hAnsi="SimHei" w:hint="eastAsia"/>
          <w:sz w:val="20"/>
          <w:szCs w:val="20"/>
        </w:rPr>
        <w:t xml:space="preserve"> 公司在研发 </w:t>
      </w:r>
      <w:r w:rsidRPr="00681DA8">
        <w:rPr>
          <w:rFonts w:ascii="Arial" w:eastAsia="SimHei" w:hAnsi="Arial" w:cs="Arial"/>
          <w:sz w:val="20"/>
          <w:szCs w:val="20"/>
        </w:rPr>
        <w:t>Protos</w:t>
      </w:r>
      <w:r w:rsidRPr="00681DA8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头戴式耳罩的过程中，选择了凯柏胶宝</w:t>
      </w:r>
      <w:r w:rsidRPr="00681DA8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的 </w:t>
      </w:r>
      <w:r w:rsidRPr="00681DA8">
        <w:rPr>
          <w:rFonts w:ascii="Arial" w:eastAsia="SimHei" w:hAnsi="Arial" w:cs="Arial"/>
          <w:sz w:val="20"/>
          <w:szCs w:val="20"/>
        </w:rPr>
        <w:t xml:space="preserve">VS/AD/HM </w:t>
      </w:r>
      <w:r w:rsidRPr="00681DA8">
        <w:rPr>
          <w:rFonts w:ascii="SimHei" w:eastAsia="SimHei" w:hAnsi="SimHei" w:hint="eastAsia"/>
          <w:sz w:val="20"/>
          <w:szCs w:val="20"/>
        </w:rPr>
        <w:t xml:space="preserve">热塑宝系列高性能复合材料制作贴肤边条。这款耳罩由奥地利科布拉斯的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Schutzbekleidung</w:t>
      </w:r>
      <w:proofErr w:type="spellEnd"/>
      <w:r w:rsidRPr="00681DA8">
        <w:rPr>
          <w:rFonts w:ascii="Arial" w:eastAsia="SimHei" w:hAnsi="Arial" w:cs="Arial"/>
          <w:sz w:val="20"/>
          <w:szCs w:val="20"/>
        </w:rPr>
        <w:t xml:space="preserve"> GmbH</w:t>
      </w:r>
      <w:r w:rsidRPr="00681DA8">
        <w:rPr>
          <w:rFonts w:ascii="SimHei" w:eastAsia="SimHei" w:hAnsi="SimHei" w:hint="eastAsia"/>
          <w:sz w:val="20"/>
          <w:szCs w:val="20"/>
        </w:rPr>
        <w:t xml:space="preserve"> 公司负责经销。</w:t>
      </w:r>
      <w:r w:rsidRPr="00681DA8">
        <w:rPr>
          <w:rFonts w:ascii="SimHei" w:eastAsia="SimHei" w:hAnsi="SimHei" w:hint="eastAsia"/>
          <w:bCs/>
          <w:sz w:val="20"/>
          <w:szCs w:val="20"/>
        </w:rPr>
        <w:t>这种高科技材料不仅具有表面柔软（</w:t>
      </w:r>
      <w:r w:rsidRPr="00681DA8">
        <w:rPr>
          <w:rFonts w:ascii="Arial" w:eastAsia="SimHei" w:hAnsi="Arial" w:cs="Arial"/>
          <w:bCs/>
          <w:sz w:val="20"/>
          <w:szCs w:val="20"/>
        </w:rPr>
        <w:t>VS</w:t>
      </w:r>
      <w:r w:rsidRPr="00681DA8">
        <w:rPr>
          <w:rFonts w:ascii="SimHei" w:eastAsia="SimHei" w:hAnsi="SimHei" w:hint="eastAsia"/>
          <w:bCs/>
          <w:sz w:val="20"/>
          <w:szCs w:val="20"/>
        </w:rPr>
        <w:t>）、出色包胶（</w:t>
      </w:r>
      <w:r w:rsidRPr="00681DA8">
        <w:rPr>
          <w:rFonts w:ascii="Arial" w:eastAsia="SimHei" w:hAnsi="Arial" w:cs="Arial"/>
          <w:bCs/>
          <w:sz w:val="20"/>
          <w:szCs w:val="20"/>
        </w:rPr>
        <w:t>AD</w:t>
      </w:r>
      <w:r w:rsidRPr="00681DA8">
        <w:rPr>
          <w:rFonts w:ascii="SimHei" w:eastAsia="SimHei" w:hAnsi="SimHei" w:hint="eastAsia"/>
          <w:bCs/>
          <w:sz w:val="20"/>
          <w:szCs w:val="20"/>
        </w:rPr>
        <w:t>）和高机械（</w:t>
      </w:r>
      <w:r w:rsidRPr="00681DA8">
        <w:rPr>
          <w:rFonts w:ascii="Arial" w:eastAsia="SimHei" w:hAnsi="Arial" w:cs="Arial"/>
          <w:bCs/>
          <w:sz w:val="20"/>
          <w:szCs w:val="20"/>
        </w:rPr>
        <w:t>HM</w:t>
      </w:r>
      <w:r w:rsidRPr="00681DA8">
        <w:rPr>
          <w:rFonts w:ascii="SimHei" w:eastAsia="SimHei" w:hAnsi="SimHei" w:hint="eastAsia"/>
          <w:bCs/>
          <w:sz w:val="20"/>
          <w:szCs w:val="20"/>
        </w:rPr>
        <w:t>）的特点，还提供了更广泛的设计自由度，提高加工的成本效益。</w:t>
      </w:r>
    </w:p>
    <w:p w14:paraId="0C4C39B4" w14:textId="77777777" w:rsidR="00DC0237" w:rsidRPr="00681DA8" w:rsidRDefault="00DC0237" w:rsidP="00681DA8">
      <w:pPr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634E6DDA" w14:textId="6EF7FDB1" w:rsidR="00DC0237" w:rsidRPr="00681DA8" w:rsidRDefault="00DC0237" w:rsidP="00681DA8">
      <w:pPr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681DA8">
        <w:rPr>
          <w:rFonts w:ascii="Arial" w:eastAsia="SimHei" w:hAnsi="Arial" w:cs="Arial"/>
          <w:bCs/>
          <w:sz w:val="20"/>
          <w:szCs w:val="20"/>
        </w:rPr>
        <w:t xml:space="preserve">Huber </w:t>
      </w:r>
      <w:proofErr w:type="spellStart"/>
      <w:r w:rsidRPr="00681DA8">
        <w:rPr>
          <w:rFonts w:ascii="Arial" w:eastAsia="SimHei" w:hAnsi="Arial" w:cs="Arial"/>
          <w:bCs/>
          <w:sz w:val="20"/>
          <w:szCs w:val="20"/>
        </w:rPr>
        <w:t>Kunststoff</w:t>
      </w:r>
      <w:proofErr w:type="spellEnd"/>
      <w:r w:rsidRPr="00681DA8">
        <w:rPr>
          <w:rFonts w:ascii="Arial" w:eastAsia="SimHei" w:hAnsi="Arial" w:cs="Arial"/>
          <w:bCs/>
          <w:sz w:val="20"/>
          <w:szCs w:val="20"/>
        </w:rPr>
        <w:t xml:space="preserve"> AG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公司的总经理 </w:t>
      </w:r>
      <w:proofErr w:type="spellStart"/>
      <w:r w:rsidRPr="00681DA8">
        <w:rPr>
          <w:rFonts w:ascii="Arial" w:eastAsia="SimHei" w:hAnsi="Arial" w:cs="Arial"/>
          <w:bCs/>
          <w:sz w:val="20"/>
          <w:szCs w:val="20"/>
        </w:rPr>
        <w:t>Reto</w:t>
      </w:r>
      <w:proofErr w:type="spellEnd"/>
      <w:r w:rsidRPr="00681DA8">
        <w:rPr>
          <w:rFonts w:ascii="Arial" w:eastAsia="SimHei" w:hAnsi="Arial" w:cs="Arial"/>
          <w:bCs/>
          <w:sz w:val="20"/>
          <w:szCs w:val="20"/>
        </w:rPr>
        <w:t xml:space="preserve"> Huber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表示：“这款边条的开发难度很高，因为它尺寸相对较大，还要在尽可能短的周期内，实现与耳罩在尺寸上的精准一致和高度可复制性，确保均匀贴合在皮肤上，不会留下压痕。凯柏胶宝</w:t>
      </w:r>
      <w:r w:rsidRPr="00681DA8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材料出色的流动性完全符合这些要求，可直接在模具中实现最理想的表面效果。”</w:t>
      </w:r>
    </w:p>
    <w:p w14:paraId="37C14C0F" w14:textId="77777777" w:rsidR="00D06B20" w:rsidRDefault="00D06B20" w:rsidP="00627635">
      <w:pPr>
        <w:tabs>
          <w:tab w:val="left" w:pos="6570"/>
          <w:tab w:val="left" w:pos="6660"/>
        </w:tabs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734478AF" w14:textId="48E296D5" w:rsidR="00DC0237" w:rsidRPr="00681DA8" w:rsidRDefault="00DC0237" w:rsidP="00627635">
      <w:pPr>
        <w:tabs>
          <w:tab w:val="left" w:pos="6570"/>
          <w:tab w:val="left" w:pos="6660"/>
        </w:tabs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lastRenderedPageBreak/>
        <w:t>在边条内安装弹性钢丝，可确保所需的张力，安装在两侧的卡夹上，用于防止耳罩的框架。</w:t>
      </w:r>
      <w:r w:rsidRPr="00681DA8">
        <w:rPr>
          <w:rFonts w:ascii="SimHei" w:eastAsia="SimHei" w:hAnsi="SimHei" w:hint="eastAsia"/>
          <w:sz w:val="20"/>
          <w:szCs w:val="20"/>
        </w:rPr>
        <w:cr/>
        <w:t>卡夹材料是丙烯腈-丁二烯-苯乙烯共聚物（</w:t>
      </w:r>
      <w:r w:rsidRPr="00681DA8">
        <w:rPr>
          <w:rFonts w:ascii="Arial" w:eastAsia="SimHei" w:hAnsi="Arial" w:cs="Arial"/>
          <w:sz w:val="20"/>
          <w:szCs w:val="20"/>
        </w:rPr>
        <w:t>ABS</w:t>
      </w:r>
      <w:r w:rsidRPr="00681DA8">
        <w:rPr>
          <w:rFonts w:ascii="SimHei" w:eastAsia="SimHei" w:hAnsi="SimHei" w:hint="eastAsia"/>
          <w:sz w:val="20"/>
          <w:szCs w:val="20"/>
        </w:rPr>
        <w:t>）制成，内部为热塑性弹性体（</w:t>
      </w:r>
      <w:r w:rsidRPr="00681DA8">
        <w:rPr>
          <w:rFonts w:ascii="Arial" w:eastAsia="SimHei" w:hAnsi="Arial" w:cs="Arial"/>
          <w:sz w:val="20"/>
          <w:szCs w:val="20"/>
        </w:rPr>
        <w:t>TPE</w:t>
      </w:r>
      <w:r w:rsidRPr="00681DA8">
        <w:rPr>
          <w:rFonts w:ascii="SimHei" w:eastAsia="SimHei" w:hAnsi="SimHei" w:hint="eastAsia"/>
          <w:sz w:val="20"/>
          <w:szCs w:val="20"/>
        </w:rPr>
        <w:t>）注塑，能够可靠隔绝头部和钢丝。</w:t>
      </w:r>
      <w:r w:rsidRPr="00681DA8">
        <w:rPr>
          <w:rFonts w:ascii="Arial" w:eastAsia="SimHei" w:hAnsi="Arial" w:cs="Arial"/>
          <w:sz w:val="20"/>
          <w:szCs w:val="20"/>
        </w:rPr>
        <w:t>TPE</w:t>
      </w:r>
      <w:r w:rsidRPr="00681DA8">
        <w:rPr>
          <w:rFonts w:ascii="SimHei" w:eastAsia="SimHei" w:hAnsi="SimHei" w:hint="eastAsia"/>
          <w:sz w:val="20"/>
          <w:szCs w:val="20"/>
        </w:rPr>
        <w:t xml:space="preserve"> 的柔软手感可确保边条与卡夹佩戴的舒适度，避免产生压力。</w:t>
      </w:r>
    </w:p>
    <w:p w14:paraId="24D6B561" w14:textId="77777777" w:rsidR="00DC0237" w:rsidRPr="00F868A5" w:rsidRDefault="00DC0237" w:rsidP="00627635">
      <w:pPr>
        <w:tabs>
          <w:tab w:val="left" w:pos="6570"/>
          <w:tab w:val="left" w:pos="6660"/>
        </w:tabs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5BF921FA" w14:textId="33F01DA6" w:rsidR="0003178D" w:rsidRPr="00681DA8" w:rsidRDefault="00DC0237" w:rsidP="00627635">
      <w:pPr>
        <w:tabs>
          <w:tab w:val="left" w:pos="6570"/>
          <w:tab w:val="left" w:pos="6660"/>
        </w:tabs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t>该公司选择的热塑宝复合材料的</w:t>
      </w:r>
      <w:r w:rsidR="00681DA8">
        <w:rPr>
          <w:rFonts w:ascii="SimHei" w:eastAsia="SimHei" w:hAnsi="SimHei" w:hint="eastAsia"/>
          <w:sz w:val="20"/>
          <w:szCs w:val="20"/>
        </w:rPr>
        <w:t>邵</w:t>
      </w:r>
      <w:r w:rsidRPr="00681DA8">
        <w:rPr>
          <w:rFonts w:ascii="SimHei" w:eastAsia="SimHei" w:hAnsi="SimHei" w:hint="eastAsia"/>
          <w:sz w:val="20"/>
          <w:szCs w:val="20"/>
        </w:rPr>
        <w:t xml:space="preserve">氏硬度为 </w:t>
      </w:r>
      <w:r w:rsidRPr="00681DA8">
        <w:rPr>
          <w:rFonts w:ascii="Arial" w:eastAsia="SimHei" w:hAnsi="Arial" w:cs="Arial"/>
          <w:sz w:val="20"/>
          <w:szCs w:val="20"/>
        </w:rPr>
        <w:t>60</w:t>
      </w:r>
      <w:r w:rsidRPr="00681DA8">
        <w:rPr>
          <w:rFonts w:ascii="SimHei" w:eastAsia="SimHei" w:hAnsi="SimHei" w:hint="eastAsia"/>
          <w:sz w:val="20"/>
          <w:szCs w:val="20"/>
        </w:rPr>
        <w:t xml:space="preserve">，具有高拉伸强度、撕裂强度和断裂强度。这种材料可形成耐磨表面，具有长期耐皮脂、乳霜和普通家用洗涤剂的特点。此外，该 </w:t>
      </w:r>
      <w:r w:rsidRPr="00681DA8">
        <w:rPr>
          <w:rFonts w:ascii="Arial" w:eastAsia="SimHei" w:hAnsi="Arial" w:cs="Arial"/>
          <w:sz w:val="20"/>
          <w:szCs w:val="20"/>
        </w:rPr>
        <w:t>TPE</w:t>
      </w:r>
      <w:r w:rsidRPr="00681DA8">
        <w:rPr>
          <w:rFonts w:ascii="SimHei" w:eastAsia="SimHei" w:hAnsi="SimHei" w:hint="eastAsia"/>
          <w:sz w:val="20"/>
          <w:szCs w:val="20"/>
        </w:rPr>
        <w:t xml:space="preserve"> 还符合 </w:t>
      </w:r>
      <w:r w:rsidRPr="00681DA8">
        <w:rPr>
          <w:rFonts w:ascii="Arial" w:eastAsia="SimHei" w:hAnsi="Arial" w:cs="Arial"/>
          <w:sz w:val="20"/>
          <w:szCs w:val="20"/>
        </w:rPr>
        <w:t>ISO 10993-10</w:t>
      </w:r>
      <w:r w:rsidRPr="00681DA8">
        <w:rPr>
          <w:rFonts w:ascii="SimHei" w:eastAsia="SimHei" w:hAnsi="SimHei" w:hint="eastAsia"/>
          <w:sz w:val="20"/>
          <w:szCs w:val="20"/>
        </w:rPr>
        <w:t xml:space="preserve"> 对接触皮肤材料无刺激耐受性的要求。</w:t>
      </w:r>
    </w:p>
    <w:p w14:paraId="7F99688E" w14:textId="77777777" w:rsidR="00DC0237" w:rsidRPr="00681DA8" w:rsidRDefault="00DC0237" w:rsidP="00DC0237">
      <w:pPr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</w:rPr>
      </w:pPr>
    </w:p>
    <w:p w14:paraId="165DCA64" w14:textId="1F2C2138" w:rsidR="00DC0237" w:rsidRPr="00681DA8" w:rsidRDefault="00DC0237" w:rsidP="00627635">
      <w:pPr>
        <w:tabs>
          <w:tab w:val="left" w:pos="6480"/>
        </w:tabs>
        <w:spacing w:after="0"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proofErr w:type="spellStart"/>
      <w:r w:rsidRPr="00681DA8">
        <w:rPr>
          <w:rFonts w:ascii="Arial" w:eastAsia="SimHei" w:hAnsi="Arial" w:cs="Arial"/>
          <w:sz w:val="20"/>
          <w:szCs w:val="20"/>
        </w:rPr>
        <w:t>Westcam</w:t>
      </w:r>
      <w:proofErr w:type="spellEnd"/>
      <w:r w:rsidRPr="00681DA8">
        <w:rPr>
          <w:rFonts w:ascii="SimHei" w:eastAsia="SimHei" w:hAnsi="SimHei" w:hint="eastAsia"/>
          <w:sz w:val="20"/>
          <w:szCs w:val="20"/>
        </w:rPr>
        <w:t xml:space="preserve"> 的开发主管 </w:t>
      </w:r>
      <w:r w:rsidRPr="00681DA8">
        <w:rPr>
          <w:rFonts w:ascii="Arial" w:eastAsia="SimHei" w:hAnsi="Arial" w:cs="Arial"/>
          <w:sz w:val="20"/>
          <w:szCs w:val="20"/>
        </w:rPr>
        <w:t xml:space="preserve">Martin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Greber</w:t>
      </w:r>
      <w:proofErr w:type="spellEnd"/>
      <w:r w:rsidRPr="00681DA8">
        <w:rPr>
          <w:rFonts w:ascii="SimHei" w:eastAsia="SimHei" w:hAnsi="SimHei" w:hint="eastAsia"/>
          <w:sz w:val="20"/>
          <w:szCs w:val="20"/>
        </w:rPr>
        <w:t xml:space="preserve"> 补充道。“我们之前在设计 </w:t>
      </w:r>
      <w:r w:rsidRPr="00681DA8">
        <w:rPr>
          <w:rFonts w:ascii="Arial" w:eastAsia="SimHei" w:hAnsi="Arial" w:cs="Arial"/>
          <w:sz w:val="20"/>
          <w:szCs w:val="20"/>
        </w:rPr>
        <w:t>Protos</w:t>
      </w:r>
      <w:r w:rsidRPr="00681DA8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一体式安全帽时，就曾经选择凯柏胶宝</w:t>
      </w:r>
      <w:r w:rsidRPr="00681DA8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的热塑性弹性体，效果令人满意。</w:t>
      </w:r>
      <w:r w:rsidRPr="00681DA8">
        <w:rPr>
          <w:rFonts w:ascii="SimHei" w:eastAsia="SimHei" w:hAnsi="SimHei" w:hint="eastAsia"/>
          <w:sz w:val="20"/>
          <w:szCs w:val="20"/>
        </w:rPr>
        <w:cr/>
      </w:r>
      <w:r>
        <w:rPr>
          <w:rFonts w:ascii="Arial" w:eastAsia="SimSun" w:hAnsi="Arial" w:hint="eastAsia"/>
          <w:sz w:val="20"/>
          <w:szCs w:val="20"/>
        </w:rPr>
        <w:br/>
      </w:r>
      <w:r w:rsidRPr="00681DA8">
        <w:rPr>
          <w:rFonts w:ascii="SimHei" w:eastAsia="SimHei" w:hAnsi="SimHei" w:hint="eastAsia"/>
          <w:sz w:val="20"/>
          <w:szCs w:val="20"/>
        </w:rPr>
        <w:t>在这个安全帽中，</w:t>
      </w:r>
      <w:r w:rsidRPr="00681DA8">
        <w:rPr>
          <w:rFonts w:ascii="Arial" w:eastAsia="SimHei" w:hAnsi="Arial" w:cs="Arial"/>
          <w:sz w:val="20"/>
          <w:szCs w:val="20"/>
        </w:rPr>
        <w:t>TPE</w:t>
      </w:r>
      <w:r w:rsidRPr="00681DA8">
        <w:rPr>
          <w:rFonts w:ascii="SimHei" w:eastAsia="SimHei" w:hAnsi="SimHei" w:hint="eastAsia"/>
          <w:sz w:val="20"/>
          <w:szCs w:val="20"/>
        </w:rPr>
        <w:t xml:space="preserve"> 被用于制作遮阳板内部的缓冲和密封边条。通过多组分注塑成型，将其与聚酰胺制成的遮阳板边缘结合在一起。这种硬/软应用具有极佳的粘合强度，已在实践中反复尝试和测试。所以公司在设计这款耳罩边条时，从一开始就决定采用钢丝/</w:t>
      </w:r>
      <w:r w:rsidRPr="00681DA8">
        <w:rPr>
          <w:rFonts w:ascii="Arial" w:eastAsia="SimHei" w:hAnsi="Arial" w:cs="Arial"/>
          <w:sz w:val="20"/>
          <w:szCs w:val="20"/>
        </w:rPr>
        <w:t>TPE</w:t>
      </w:r>
      <w:r w:rsidRPr="00681DA8">
        <w:rPr>
          <w:rFonts w:ascii="SimHei" w:eastAsia="SimHei" w:hAnsi="SimHei" w:hint="eastAsia"/>
          <w:sz w:val="20"/>
          <w:szCs w:val="20"/>
        </w:rPr>
        <w:t xml:space="preserve"> 以及 </w:t>
      </w:r>
      <w:r w:rsidRPr="00681DA8">
        <w:rPr>
          <w:rFonts w:ascii="Arial" w:eastAsia="SimHei" w:hAnsi="Arial" w:cs="Arial"/>
          <w:sz w:val="20"/>
          <w:szCs w:val="20"/>
        </w:rPr>
        <w:t>ABS/TPE</w:t>
      </w:r>
      <w:r w:rsidRPr="00681DA8">
        <w:rPr>
          <w:rFonts w:ascii="SimHei" w:eastAsia="SimHei" w:hAnsi="SimHei" w:hint="eastAsia"/>
          <w:sz w:val="20"/>
          <w:szCs w:val="20"/>
        </w:rPr>
        <w:t xml:space="preserve"> 的组合。”</w:t>
      </w:r>
      <w:r>
        <w:rPr>
          <w:rFonts w:ascii="Arial" w:eastAsia="SimSun" w:hAnsi="Arial" w:hint="eastAsia"/>
          <w:sz w:val="20"/>
          <w:szCs w:val="20"/>
        </w:rPr>
        <w:cr/>
      </w:r>
    </w:p>
    <w:p w14:paraId="272A2091" w14:textId="77777777" w:rsidR="00DC0237" w:rsidRPr="00681DA8" w:rsidRDefault="00DC0237" w:rsidP="00627635">
      <w:pPr>
        <w:tabs>
          <w:tab w:val="left" w:pos="6480"/>
        </w:tabs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681DA8">
        <w:rPr>
          <w:rFonts w:ascii="Arial" w:eastAsia="SimHei" w:hAnsi="Arial" w:cs="Arial"/>
          <w:bCs/>
          <w:sz w:val="20"/>
          <w:szCs w:val="20"/>
        </w:rPr>
        <w:t>Protos</w:t>
      </w:r>
      <w:r w:rsidRPr="00681DA8">
        <w:rPr>
          <w:rFonts w:ascii="Arial" w:eastAsia="SimHei" w:hAnsi="Arial" w:cs="Arial"/>
          <w:bCs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一体式耳罩为全包式听力保护设备，尺寸紧凑，采用模块化结构，佩戴时可最大限度减少向外突出的程度，折叠后占用空间小。耳罩的两个耳包安装在独立的框架中，然后将框架固定在边条两侧的卡夹上，可以将 </w:t>
      </w:r>
      <w:r w:rsidRPr="00681DA8">
        <w:rPr>
          <w:rFonts w:ascii="Arial" w:eastAsia="SimHei" w:hAnsi="Arial" w:cs="Arial"/>
          <w:bCs/>
          <w:sz w:val="20"/>
          <w:szCs w:val="20"/>
        </w:rPr>
        <w:t>Protos</w:t>
      </w:r>
      <w:r w:rsidRPr="00681DA8">
        <w:rPr>
          <w:rFonts w:ascii="Arial" w:eastAsia="SimHei" w:hAnsi="Arial" w:cs="Arial"/>
          <w:bCs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防护眼镜的镜腿插入其中，因此整体上不会出现任何声桥现象。该耳罩还有一个独特的配件：带 USB 充电棒的蓝牙通信解决方案，已完全集成到耳罩之中。</w:t>
      </w:r>
    </w:p>
    <w:p w14:paraId="16302409" w14:textId="77777777" w:rsidR="00DC0237" w:rsidRPr="00F868A5" w:rsidRDefault="00DC0237" w:rsidP="00DC0237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02FD8E3B" w14:textId="77777777" w:rsidR="00627635" w:rsidRDefault="00DC0237" w:rsidP="00627635">
      <w:pPr>
        <w:tabs>
          <w:tab w:val="left" w:pos="6480"/>
        </w:tabs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681DA8">
        <w:rPr>
          <w:rFonts w:ascii="SimHei" w:eastAsia="SimHei" w:hAnsi="SimHei" w:hint="eastAsia"/>
          <w:bCs/>
          <w:sz w:val="20"/>
          <w:szCs w:val="20"/>
        </w:rPr>
        <w:t>耳罩中的所有材料均经过量身定制，确保功能性和美观度。</w:t>
      </w:r>
      <w:r w:rsidRPr="00681DA8">
        <w:rPr>
          <w:rFonts w:ascii="Arial" w:eastAsia="SimHei" w:hAnsi="Arial" w:cs="Arial"/>
          <w:sz w:val="20"/>
          <w:szCs w:val="20"/>
        </w:rPr>
        <w:t>VS/AD/HM</w:t>
      </w:r>
      <w:r w:rsidRPr="00681DA8">
        <w:rPr>
          <w:rFonts w:ascii="SimHei" w:eastAsia="SimHei" w:hAnsi="SimHei" w:hint="eastAsia"/>
          <w:sz w:val="20"/>
          <w:szCs w:val="20"/>
        </w:rPr>
        <w:t xml:space="preserve"> 热塑宝化合物可精确着色，达到理想的色彩并具有稳定的防晒性能。在呈现 </w:t>
      </w:r>
      <w:r w:rsidRPr="00681DA8">
        <w:rPr>
          <w:rFonts w:ascii="Arial" w:eastAsia="SimHei" w:hAnsi="Arial" w:cs="Arial"/>
          <w:sz w:val="20"/>
          <w:szCs w:val="20"/>
        </w:rPr>
        <w:t>Protos</w:t>
      </w:r>
      <w:r w:rsidRPr="00681DA8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>头带的灰色时，也能够保持这样的效果。所有凯柏胶宝</w:t>
      </w:r>
      <w:r w:rsidRPr="00681DA8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生产基地均按照相同的质量标准生产这些材料，在制造商的全球产品组合中供应。</w:t>
      </w:r>
    </w:p>
    <w:p w14:paraId="33F24728" w14:textId="1571B06F" w:rsidR="00DC0237" w:rsidRPr="00817857" w:rsidRDefault="00627635" w:rsidP="00627635">
      <w:pPr>
        <w:tabs>
          <w:tab w:val="left" w:pos="6480"/>
        </w:tabs>
        <w:spacing w:after="0" w:line="360" w:lineRule="auto"/>
        <w:ind w:right="1523"/>
        <w:jc w:val="both"/>
        <w:rPr>
          <w:rFonts w:ascii="Arial" w:eastAsia="SimSun" w:hAnsi="Arial" w:cs="Arial"/>
          <w:bCs/>
          <w:sz w:val="20"/>
          <w:szCs w:val="20"/>
        </w:rPr>
      </w:pPr>
      <w:r>
        <w:rPr>
          <w:rFonts w:hint="eastAsia"/>
          <w:noProof/>
          <w:lang w:bidi="th-TH"/>
        </w:rPr>
        <w:lastRenderedPageBreak/>
        <w:drawing>
          <wp:anchor distT="0" distB="0" distL="114300" distR="114300" simplePos="0" relativeHeight="251657216" behindDoc="0" locked="0" layoutInCell="1" allowOverlap="1" wp14:anchorId="176F9159" wp14:editId="31643F52">
            <wp:simplePos x="0" y="0"/>
            <wp:positionH relativeFrom="column">
              <wp:posOffset>2487904</wp:posOffset>
            </wp:positionH>
            <wp:positionV relativeFrom="paragraph">
              <wp:posOffset>-114300</wp:posOffset>
            </wp:positionV>
            <wp:extent cx="2750820" cy="2649220"/>
            <wp:effectExtent l="0" t="0" r="0" b="0"/>
            <wp:wrapThrough wrapText="bothSides">
              <wp:wrapPolygon edited="0">
                <wp:start x="0" y="0"/>
                <wp:lineTo x="0" y="21434"/>
                <wp:lineTo x="21391" y="21434"/>
                <wp:lineTo x="21391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lang w:bidi="th-TH"/>
        </w:rPr>
        <w:drawing>
          <wp:anchor distT="0" distB="0" distL="114300" distR="114300" simplePos="0" relativeHeight="251662336" behindDoc="0" locked="0" layoutInCell="1" allowOverlap="1" wp14:anchorId="61922FCF" wp14:editId="2F1BBBB0">
            <wp:simplePos x="0" y="0"/>
            <wp:positionH relativeFrom="column">
              <wp:posOffset>1905</wp:posOffset>
            </wp:positionH>
            <wp:positionV relativeFrom="paragraph">
              <wp:posOffset>83642</wp:posOffset>
            </wp:positionV>
            <wp:extent cx="2845435" cy="2305050"/>
            <wp:effectExtent l="0" t="0" r="0" b="0"/>
            <wp:wrapThrough wrapText="bothSides">
              <wp:wrapPolygon edited="0">
                <wp:start x="0" y="0"/>
                <wp:lineTo x="0" y="21421"/>
                <wp:lineTo x="21402" y="21421"/>
                <wp:lineTo x="21402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43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A09D26" w14:textId="217EC779" w:rsidR="0003178D" w:rsidRDefault="0003178D" w:rsidP="00DC0237">
      <w:pPr>
        <w:keepNext/>
        <w:keepLines/>
        <w:spacing w:after="0" w:line="360" w:lineRule="auto"/>
        <w:ind w:right="1701"/>
        <w:jc w:val="center"/>
        <w:rPr>
          <w:rFonts w:ascii="Arial" w:hAnsi="Arial"/>
          <w:color w:val="FF0000"/>
          <w:sz w:val="20"/>
          <w:szCs w:val="20"/>
        </w:rPr>
      </w:pPr>
    </w:p>
    <w:p w14:paraId="5CB9AFEB" w14:textId="3BB0B8E9" w:rsidR="00D93247" w:rsidRPr="00681DA8" w:rsidRDefault="00DC0237" w:rsidP="00681DA8">
      <w:pPr>
        <w:keepLines/>
        <w:tabs>
          <w:tab w:val="left" w:pos="6570"/>
        </w:tabs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t>凯柏胶宝</w:t>
      </w:r>
      <w:r w:rsidRPr="00681DA8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</w:t>
      </w:r>
      <w:r w:rsidRPr="00681DA8">
        <w:rPr>
          <w:rFonts w:ascii="Arial" w:eastAsia="SimHei" w:hAnsi="Arial" w:cs="Arial"/>
          <w:sz w:val="20"/>
          <w:szCs w:val="20"/>
        </w:rPr>
        <w:t>VS/AD/HM</w:t>
      </w:r>
      <w:r w:rsidRPr="00681DA8">
        <w:rPr>
          <w:rFonts w:ascii="SimHei" w:eastAsia="SimHei" w:hAnsi="SimHei" w:hint="eastAsia"/>
          <w:sz w:val="20"/>
          <w:szCs w:val="20"/>
        </w:rPr>
        <w:t xml:space="preserve"> 热塑宝系列的易熔复合材料，用于制作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sz w:val="20"/>
          <w:szCs w:val="20"/>
        </w:rPr>
        <w:t>Schutzbekleidung</w:t>
      </w:r>
      <w:proofErr w:type="spellEnd"/>
      <w:r w:rsidRPr="00681DA8">
        <w:rPr>
          <w:rFonts w:ascii="Arial" w:eastAsia="SimHei" w:hAnsi="Arial" w:cs="Arial"/>
          <w:sz w:val="20"/>
          <w:szCs w:val="20"/>
        </w:rPr>
        <w:t xml:space="preserve"> GmbH</w:t>
      </w:r>
      <w:r w:rsidRPr="00681DA8">
        <w:rPr>
          <w:rFonts w:ascii="SimHei" w:eastAsia="SimHei" w:hAnsi="SimHei" w:hint="eastAsia"/>
          <w:sz w:val="20"/>
          <w:szCs w:val="20"/>
        </w:rPr>
        <w:t xml:space="preserve"> 的 </w:t>
      </w:r>
      <w:r w:rsidRPr="00681DA8">
        <w:rPr>
          <w:rFonts w:ascii="Arial" w:eastAsia="SimHei" w:hAnsi="Arial" w:cs="Arial"/>
          <w:sz w:val="20"/>
          <w:szCs w:val="20"/>
        </w:rPr>
        <w:t>Protos</w:t>
      </w:r>
      <w:r w:rsidRPr="00681DA8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sz w:val="20"/>
          <w:szCs w:val="20"/>
        </w:rPr>
        <w:t xml:space="preserve"> 头戴式一体耳罩的灰色边条，具有舒适柔软的丝绒般触感，符合 </w:t>
      </w:r>
      <w:r w:rsidRPr="00681DA8">
        <w:rPr>
          <w:rFonts w:ascii="Arial" w:eastAsia="SimHei" w:hAnsi="Arial" w:cs="Arial"/>
          <w:sz w:val="20"/>
          <w:szCs w:val="20"/>
        </w:rPr>
        <w:t>ISO 10993-10</w:t>
      </w:r>
      <w:r w:rsidRPr="00681DA8">
        <w:rPr>
          <w:rFonts w:ascii="SimHei" w:eastAsia="SimHei" w:hAnsi="SimHei" w:hint="eastAsia"/>
          <w:sz w:val="20"/>
          <w:szCs w:val="20"/>
        </w:rPr>
        <w:t xml:space="preserve"> 中对无皮肤刺激耐受性的要求。</w:t>
      </w:r>
      <w:r w:rsidRPr="00681DA8">
        <w:rPr>
          <w:rFonts w:ascii="SimHei" w:eastAsia="SimHei" w:hAnsi="SimHei" w:hint="eastAsia"/>
          <w:color w:val="000000" w:themeColor="text1"/>
          <w:sz w:val="20"/>
          <w:szCs w:val="20"/>
        </w:rPr>
        <w:t>(图像</w:t>
      </w:r>
      <w:r w:rsidR="00681DA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</w:t>
      </w:r>
      <w:r w:rsidRPr="00681DA8">
        <w:rPr>
          <w:rFonts w:ascii="Calibri" w:eastAsia="SimHei" w:hAnsi="Calibri" w:cs="Calibri"/>
          <w:color w:val="000000" w:themeColor="text1"/>
          <w:sz w:val="20"/>
          <w:szCs w:val="20"/>
        </w:rPr>
        <w:t>©</w:t>
      </w:r>
      <w:r w:rsidRPr="00681DA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color w:val="000000" w:themeColor="text1"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color w:val="000000" w:themeColor="text1"/>
          <w:sz w:val="20"/>
          <w:szCs w:val="20"/>
        </w:rPr>
        <w:t>Schutzbekleidung</w:t>
      </w:r>
      <w:proofErr w:type="spellEnd"/>
      <w:r w:rsidRPr="00681DA8">
        <w:rPr>
          <w:rFonts w:ascii="SimHei" w:eastAsia="SimHei" w:hAnsi="SimHei" w:hint="eastAsia"/>
          <w:color w:val="000000" w:themeColor="text1"/>
          <w:sz w:val="20"/>
          <w:szCs w:val="20"/>
        </w:rPr>
        <w:t>)</w:t>
      </w:r>
    </w:p>
    <w:p w14:paraId="02B3133A" w14:textId="77777777" w:rsidR="00627635" w:rsidRDefault="00627635" w:rsidP="00627635">
      <w:pPr>
        <w:rPr>
          <w:rFonts w:ascii="SimHei" w:eastAsia="SimHei" w:hAnsi="SimHei"/>
          <w:b/>
          <w:color w:val="000000"/>
          <w:sz w:val="20"/>
          <w:szCs w:val="20"/>
        </w:rPr>
      </w:pPr>
    </w:p>
    <w:p w14:paraId="00B57E86" w14:textId="2BB9670C" w:rsidR="00DC0237" w:rsidRPr="00627635" w:rsidRDefault="00DC0237" w:rsidP="00627635">
      <w:pPr>
        <w:rPr>
          <w:rFonts w:ascii="SimHei" w:eastAsia="SimHei" w:hAnsi="SimHei"/>
          <w:b/>
          <w:color w:val="000000"/>
          <w:sz w:val="20"/>
          <w:szCs w:val="20"/>
        </w:rPr>
      </w:pPr>
      <w:r w:rsidRPr="00681DA8">
        <w:rPr>
          <w:rFonts w:ascii="SimHei" w:eastAsia="SimHei" w:hAnsi="SimHei" w:hint="eastAsia"/>
          <w:b/>
          <w:color w:val="000000"/>
          <w:sz w:val="20"/>
          <w:szCs w:val="20"/>
        </w:rPr>
        <w:t xml:space="preserve">关于 </w:t>
      </w:r>
      <w:proofErr w:type="spellStart"/>
      <w:r w:rsidRPr="00681DA8">
        <w:rPr>
          <w:rFonts w:ascii="Arial" w:eastAsia="SimHei" w:hAnsi="Arial" w:cs="Arial"/>
          <w:b/>
          <w:color w:val="000000"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b/>
          <w:color w:val="000000"/>
          <w:sz w:val="20"/>
          <w:szCs w:val="20"/>
        </w:rPr>
        <w:t>Schutzbekleidung</w:t>
      </w:r>
      <w:proofErr w:type="spellEnd"/>
    </w:p>
    <w:p w14:paraId="4DC396EC" w14:textId="0336DAF5" w:rsidR="00DC0237" w:rsidRPr="00681DA8" w:rsidRDefault="00DC0237" w:rsidP="00DC0237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proofErr w:type="spellStart"/>
      <w:r w:rsidRPr="00681DA8">
        <w:rPr>
          <w:rFonts w:ascii="Arial" w:eastAsia="SimHei" w:hAnsi="Arial" w:cs="Arial"/>
          <w:bCs/>
          <w:sz w:val="20"/>
          <w:szCs w:val="20"/>
        </w:rPr>
        <w:t>Koblach</w:t>
      </w:r>
      <w:proofErr w:type="spellEnd"/>
      <w:r w:rsidRPr="00681DA8">
        <w:rPr>
          <w:rFonts w:ascii="SimHei" w:eastAsia="SimHei" w:hAnsi="SimHei" w:hint="eastAsia"/>
          <w:bCs/>
          <w:sz w:val="20"/>
          <w:szCs w:val="20"/>
        </w:rPr>
        <w:t xml:space="preserve"> 的 </w:t>
      </w:r>
      <w:proofErr w:type="spellStart"/>
      <w:r w:rsidRPr="00681DA8">
        <w:rPr>
          <w:rFonts w:ascii="Arial" w:eastAsia="SimHei" w:hAnsi="Arial" w:cs="Arial"/>
          <w:bCs/>
          <w:sz w:val="20"/>
          <w:szCs w:val="20"/>
        </w:rPr>
        <w:t>Pfanner</w:t>
      </w:r>
      <w:proofErr w:type="spellEnd"/>
      <w:r w:rsidRPr="00681DA8">
        <w:rPr>
          <w:rFonts w:ascii="Arial" w:eastAsia="SimHei" w:hAnsi="Arial" w:cs="Arial"/>
          <w:bCs/>
          <w:sz w:val="20"/>
          <w:szCs w:val="20"/>
        </w:rPr>
        <w:t xml:space="preserve"> </w:t>
      </w:r>
      <w:proofErr w:type="spellStart"/>
      <w:r w:rsidRPr="00681DA8">
        <w:rPr>
          <w:rFonts w:ascii="Arial" w:eastAsia="SimHei" w:hAnsi="Arial" w:cs="Arial"/>
          <w:bCs/>
          <w:sz w:val="20"/>
          <w:szCs w:val="20"/>
        </w:rPr>
        <w:t>Schutzbekleidung</w:t>
      </w:r>
      <w:proofErr w:type="spellEnd"/>
      <w:r w:rsidRPr="00681DA8">
        <w:rPr>
          <w:rFonts w:ascii="Arial" w:eastAsia="SimHei" w:hAnsi="Arial" w:cs="Arial"/>
          <w:bCs/>
          <w:sz w:val="20"/>
          <w:szCs w:val="20"/>
        </w:rPr>
        <w:t xml:space="preserve"> GmbH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总部位于奥地利，拥有 </w:t>
      </w:r>
      <w:r w:rsidRPr="00681DA8">
        <w:rPr>
          <w:rFonts w:ascii="Arial" w:eastAsia="SimHei" w:hAnsi="Arial" w:cs="Arial"/>
          <w:bCs/>
          <w:sz w:val="20"/>
          <w:szCs w:val="20"/>
        </w:rPr>
        <w:t xml:space="preserve">30 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多年制作高质量防护服、工作服、职业服和安全服的经验。该公司的产品丰富多样，主要应用于林业、树木护理、狩猎、勘探以及职业健康与安全等户外应用。凭借获得专利的 </w:t>
      </w:r>
      <w:r w:rsidRPr="00681DA8">
        <w:rPr>
          <w:rFonts w:ascii="Arial" w:eastAsia="SimHei" w:hAnsi="Arial" w:cs="Arial"/>
          <w:bCs/>
          <w:sz w:val="20"/>
          <w:szCs w:val="20"/>
        </w:rPr>
        <w:t>Protos</w:t>
      </w:r>
      <w:r w:rsidRPr="00681DA8">
        <w:rPr>
          <w:rFonts w:ascii="Arial" w:eastAsia="SimHei" w:hAnsi="Arial" w:cs="Arial"/>
          <w:bCs/>
          <w:sz w:val="20"/>
          <w:szCs w:val="20"/>
          <w:vertAlign w:val="superscript"/>
        </w:rPr>
        <w:t>®</w:t>
      </w:r>
      <w:r w:rsidRPr="00681DA8">
        <w:rPr>
          <w:rFonts w:ascii="SimHei" w:eastAsia="SimHei" w:hAnsi="SimHei" w:hint="eastAsia"/>
          <w:bCs/>
          <w:sz w:val="20"/>
          <w:szCs w:val="20"/>
        </w:rPr>
        <w:t xml:space="preserve"> 整体式安全帽，该公司为头部保护设备设定了新标准。</w:t>
      </w:r>
      <w:r w:rsidRPr="00681DA8">
        <w:rPr>
          <w:rFonts w:ascii="SimHei" w:eastAsia="SimHei" w:hAnsi="SimHei" w:hint="eastAsia"/>
          <w:sz w:val="20"/>
          <w:szCs w:val="20"/>
        </w:rPr>
        <w:t>更多信息见</w:t>
      </w:r>
      <w:hyperlink r:id="rId10" w:history="1">
        <w:r w:rsidRPr="00681DA8">
          <w:rPr>
            <w:rStyle w:val="Hyperlink"/>
            <w:rFonts w:ascii="Arial" w:eastAsia="SimHei" w:hAnsi="Arial" w:cs="Arial"/>
            <w:bCs/>
            <w:sz w:val="20"/>
            <w:szCs w:val="20"/>
          </w:rPr>
          <w:t>pfanner-austria.at</w:t>
        </w:r>
      </w:hyperlink>
      <w:r w:rsidRPr="00681DA8">
        <w:rPr>
          <w:rFonts w:ascii="SimHei" w:eastAsia="SimHei" w:hAnsi="SimHei" w:hint="eastAsia"/>
          <w:bCs/>
          <w:sz w:val="20"/>
          <w:szCs w:val="20"/>
        </w:rPr>
        <w:t xml:space="preserve"> 和</w:t>
      </w:r>
      <w:hyperlink r:id="rId11" w:history="1">
        <w:r w:rsidRPr="00681DA8">
          <w:rPr>
            <w:rStyle w:val="Hyperlink"/>
            <w:rFonts w:ascii="Arial" w:eastAsia="SimHei" w:hAnsi="Arial" w:cs="Arial"/>
            <w:bCs/>
            <w:sz w:val="20"/>
            <w:szCs w:val="20"/>
          </w:rPr>
          <w:t>www.protos.at</w:t>
        </w:r>
      </w:hyperlink>
      <w:r w:rsidRPr="00681DA8">
        <w:rPr>
          <w:rFonts w:ascii="SimHei" w:eastAsia="SimHei" w:hAnsi="SimHei" w:hint="eastAsia"/>
        </w:rPr>
        <w:t>。</w:t>
      </w:r>
    </w:p>
    <w:p w14:paraId="6381B712" w14:textId="77777777" w:rsidR="00DC0237" w:rsidRPr="00F868A5" w:rsidRDefault="00DC0237" w:rsidP="00DC0237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1D99DFF8" w14:textId="77777777" w:rsidR="00627635" w:rsidRDefault="00627635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493545D5" w14:textId="2AF53FB6" w:rsidR="00681DA8" w:rsidRPr="00331783" w:rsidRDefault="00681DA8" w:rsidP="00681DA8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1BC4C6CA" w14:textId="77777777" w:rsidR="00681DA8" w:rsidRPr="00331783" w:rsidRDefault="00681DA8" w:rsidP="00681DA8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404E9AA7" wp14:editId="228FD668">
            <wp:extent cx="829310" cy="1036320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0AE5A8" w14:textId="77777777" w:rsidR="00681DA8" w:rsidRPr="00331783" w:rsidRDefault="00681DA8" w:rsidP="00681DA8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281959AA" w14:textId="77777777" w:rsidR="00681DA8" w:rsidRPr="00331783" w:rsidRDefault="00681DA8" w:rsidP="00681DA8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331783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Pr="00331783">
        <w:rPr>
          <w:rFonts w:eastAsia="SimHei" w:cs="Calibri"/>
          <w:b/>
          <w:color w:val="000000"/>
          <w:sz w:val="20"/>
          <w:szCs w:val="20"/>
          <w:vertAlign w:val="superscript"/>
        </w:rPr>
        <w:t>®</w:t>
      </w:r>
    </w:p>
    <w:p w14:paraId="6F919D5B" w14:textId="77777777" w:rsidR="00681DA8" w:rsidRPr="00331783" w:rsidRDefault="00681DA8" w:rsidP="00681DA8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331783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（</w:t>
      </w:r>
      <w:hyperlink r:id="rId13" w:history="1">
        <w:r w:rsidRPr="00336407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336407">
        <w:rPr>
          <w:rFonts w:ascii="Arial" w:eastAsia="SimHei" w:hAnsi="Arial" w:cs="Arial"/>
          <w:color w:val="000000"/>
          <w:sz w:val="20"/>
          <w:szCs w:val="20"/>
        </w:rPr>
        <w:t>）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是一家业务足迹遍布全球的热塑性弹性体制造商。公司创建于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年，隶属于历史悠久的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KRAIBURG</w:t>
      </w:r>
      <w:r w:rsidRPr="00331783">
        <w:rPr>
          <w:rFonts w:ascii="SimHei" w:eastAsia="SimHei" w:hAnsi="SimHei" w:cs="Arial"/>
          <w:color w:val="000000"/>
          <w:sz w:val="20"/>
          <w:szCs w:val="20"/>
        </w:rPr>
        <w:t>集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团（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1947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年创建），始终致力于推进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TPE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THERMOLAST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）、科柔宝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COPEC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）、高温宝（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HIPEX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）和尼塑宝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For Tec E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拥有卓越的创新能力和真正的全球客户导向，为客户提供定制产品解决方案和可靠的配套服务。公司在德国的总部经过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50001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认证，全球所有基地均已取得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9001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和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14001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认证。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2018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年，在全球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641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位员工的共同努力下，凯柏胶宝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1.89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亿欧元的销售额。</w:t>
      </w:r>
    </w:p>
    <w:p w14:paraId="025922F5" w14:textId="77777777" w:rsidR="00DC0237" w:rsidRPr="00F868A5" w:rsidRDefault="00DC0237" w:rsidP="00DC0237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309EB652" w14:textId="77777777" w:rsidR="00DC0237" w:rsidRPr="00F868A5" w:rsidRDefault="00DC0237" w:rsidP="00642D8B">
      <w:pPr>
        <w:keepLines/>
        <w:spacing w:after="0" w:line="360" w:lineRule="auto"/>
        <w:ind w:right="1701"/>
        <w:jc w:val="center"/>
        <w:rPr>
          <w:rFonts w:ascii="Arial" w:hAnsi="Arial" w:cs="Arial"/>
          <w:bCs/>
          <w:sz w:val="20"/>
          <w:szCs w:val="20"/>
        </w:rPr>
      </w:pPr>
    </w:p>
    <w:p w14:paraId="53C52CCD" w14:textId="37415AE4" w:rsidR="00DC0237" w:rsidRPr="00681DA8" w:rsidRDefault="00DC0237" w:rsidP="00DC0237">
      <w:pPr>
        <w:keepNext/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t xml:space="preserve">请访问 </w:t>
      </w:r>
      <w:hyperlink r:id="rId14" w:history="1">
        <w:r w:rsidR="00681DA8" w:rsidRPr="00681DA8">
          <w:rPr>
            <w:rStyle w:val="Hyperlink"/>
            <w:rFonts w:ascii="Arial" w:eastAsia="SimHei" w:hAnsi="Arial" w:cs="Arial"/>
            <w:sz w:val="20"/>
            <w:szCs w:val="20"/>
          </w:rPr>
          <w:t>www.PressReleaseFinder.com</w:t>
        </w:r>
      </w:hyperlink>
      <w:r w:rsidR="00681DA8" w:rsidRPr="00681DA8">
        <w:rPr>
          <w:rFonts w:ascii="SimHei" w:eastAsia="SimHei" w:hAnsi="SimHei"/>
          <w:sz w:val="20"/>
          <w:szCs w:val="20"/>
        </w:rPr>
        <w:t xml:space="preserve"> </w:t>
      </w:r>
      <w:r w:rsidRPr="00681DA8">
        <w:rPr>
          <w:rFonts w:ascii="SimHei" w:eastAsia="SimHei" w:hAnsi="SimHei" w:hint="eastAsia"/>
          <w:sz w:val="20"/>
          <w:szCs w:val="20"/>
        </w:rPr>
        <w:t>下载本新闻稿和相关插图。</w:t>
      </w:r>
    </w:p>
    <w:p w14:paraId="4E548A1D" w14:textId="51E531B6" w:rsidR="00DC0237" w:rsidRPr="00FA2828" w:rsidRDefault="00DC0237" w:rsidP="00DC0237">
      <w:pPr>
        <w:keepLines/>
        <w:spacing w:after="0" w:line="360" w:lineRule="auto"/>
        <w:ind w:right="1701"/>
        <w:rPr>
          <w:rFonts w:ascii="Arial" w:eastAsia="SimSun" w:hAnsi="Arial" w:cs="Arial"/>
          <w:sz w:val="20"/>
          <w:szCs w:val="20"/>
        </w:rPr>
      </w:pPr>
      <w:r w:rsidRPr="00681DA8">
        <w:rPr>
          <w:rFonts w:ascii="SimHei" w:eastAsia="SimHei" w:hAnsi="SimHei" w:hint="eastAsia"/>
          <w:sz w:val="20"/>
          <w:szCs w:val="20"/>
        </w:rPr>
        <w:t>如需获得高清图像，请联系</w:t>
      </w:r>
      <w:r>
        <w:rPr>
          <w:rFonts w:ascii="Arial" w:eastAsia="SimSun" w:hAnsi="Arial" w:hint="eastAsia"/>
          <w:sz w:val="20"/>
          <w:szCs w:val="20"/>
        </w:rPr>
        <w:t xml:space="preserve"> </w:t>
      </w:r>
      <w:r w:rsidRPr="00681DA8">
        <w:rPr>
          <w:rFonts w:ascii="Arial" w:eastAsia="SimSun" w:hAnsi="Arial" w:hint="eastAsia"/>
          <w:sz w:val="20"/>
          <w:szCs w:val="20"/>
        </w:rPr>
        <w:t>Simone Hammerl(</w:t>
      </w:r>
      <w:hyperlink r:id="rId15" w:history="1">
        <w:r w:rsidRPr="00681DA8">
          <w:rPr>
            <w:rStyle w:val="Hyperlink"/>
            <w:rFonts w:ascii="Arial" w:eastAsia="SimSun" w:hAnsi="Arial" w:hint="eastAsia"/>
            <w:sz w:val="20"/>
            <w:szCs w:val="20"/>
          </w:rPr>
          <w:t>simone.hammerl@kraiburg-tpe.com</w:t>
        </w:r>
      </w:hyperlink>
      <w:r w:rsidRPr="00681DA8">
        <w:rPr>
          <w:rFonts w:ascii="Arial" w:eastAsia="SimSun" w:hAnsi="Arial" w:hint="eastAsia"/>
          <w:sz w:val="20"/>
          <w:szCs w:val="20"/>
        </w:rPr>
        <w:t>, Phone: +49 8638 9810-568)</w:t>
      </w:r>
      <w:r>
        <w:rPr>
          <w:rFonts w:ascii="Arial" w:eastAsia="SimSun" w:hAnsi="Arial" w:hint="eastAsia"/>
          <w:sz w:val="20"/>
          <w:szCs w:val="20"/>
        </w:rPr>
        <w:t>。</w:t>
      </w:r>
    </w:p>
    <w:p w14:paraId="1C436BFB" w14:textId="77777777" w:rsidR="00DC32CA" w:rsidRPr="00F868A5" w:rsidRDefault="00DC32CA" w:rsidP="00DC0237"/>
    <w:sectPr w:rsidR="00DC32CA" w:rsidRPr="00F868A5" w:rsidSect="00F125F3">
      <w:headerReference w:type="default" r:id="rId16"/>
      <w:headerReference w:type="first" r:id="rId17"/>
      <w:footerReference w:type="first" r:id="rId1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DB303" w14:textId="77777777" w:rsidR="00602018" w:rsidRDefault="00602018" w:rsidP="00784C57">
      <w:pPr>
        <w:spacing w:after="0" w:line="240" w:lineRule="auto"/>
      </w:pPr>
      <w:r>
        <w:separator/>
      </w:r>
    </w:p>
  </w:endnote>
  <w:endnote w:type="continuationSeparator" w:id="0">
    <w:p w14:paraId="3C0DA102" w14:textId="77777777" w:rsidR="00602018" w:rsidRDefault="0060201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5BFA2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84615" w14:textId="77777777" w:rsidR="00602018" w:rsidRDefault="00602018" w:rsidP="00784C57">
      <w:pPr>
        <w:spacing w:after="0" w:line="240" w:lineRule="auto"/>
      </w:pPr>
      <w:r>
        <w:separator/>
      </w:r>
    </w:p>
  </w:footnote>
  <w:footnote w:type="continuationSeparator" w:id="0">
    <w:p w14:paraId="519B4B71" w14:textId="77777777" w:rsidR="00602018" w:rsidRDefault="0060201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B858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64384" behindDoc="0" locked="0" layoutInCell="1" allowOverlap="1" wp14:anchorId="23F4B287" wp14:editId="7D71A4A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B52C80" w14:paraId="2B81779D" w14:textId="77777777" w:rsidTr="00502615">
      <w:tc>
        <w:tcPr>
          <w:tcW w:w="6912" w:type="dxa"/>
        </w:tcPr>
        <w:p w14:paraId="6542286F" w14:textId="77777777" w:rsidR="00681DA8" w:rsidRPr="00681DA8" w:rsidRDefault="00681DA8" w:rsidP="00681DA8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81DA8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6161B3E" w14:textId="77777777" w:rsidR="00681DA8" w:rsidRPr="00681DA8" w:rsidRDefault="00681DA8" w:rsidP="00681DA8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以热塑宝制作丝绒般柔软触感的听力保护耳罩</w:t>
          </w:r>
        </w:p>
        <w:p w14:paraId="091FE91A" w14:textId="77777777" w:rsidR="00681DA8" w:rsidRPr="00681DA8" w:rsidRDefault="00681DA8" w:rsidP="00681DA8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瓦尔德克赖堡，2020 年 3 月</w:t>
          </w:r>
        </w:p>
        <w:p w14:paraId="326A1A58" w14:textId="283E3A2D" w:rsidR="00502615" w:rsidRPr="00C97AAF" w:rsidRDefault="00681DA8" w:rsidP="00681DA8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第 1 页，</w:t>
          </w:r>
          <w:r>
            <w:rPr>
              <w:rFonts w:ascii="SimHei" w:eastAsia="SimHei" w:hAnsi="SimHei" w:hint="eastAsia"/>
              <w:b/>
              <w:sz w:val="16"/>
            </w:rPr>
            <w:t>共</w:t>
          </w:r>
          <w:r w:rsidRPr="00681DA8">
            <w:rPr>
              <w:rFonts w:ascii="SimHei" w:eastAsia="SimHei" w:hAnsi="SimHei" w:hint="eastAsia"/>
              <w:b/>
              <w:sz w:val="16"/>
            </w:rPr>
            <w:t xml:space="preserve"> </w:t>
          </w:r>
          <w:r w:rsidRPr="00681DA8">
            <w:rPr>
              <w:rFonts w:ascii="SimHei" w:eastAsia="SimHei" w:hAnsi="SimHei" w:hint="eastAsia"/>
              <w:b/>
              <w:sz w:val="16"/>
            </w:rPr>
            <w:fldChar w:fldCharType="begin"/>
          </w:r>
          <w:r w:rsidRPr="00681DA8">
            <w:rPr>
              <w:rFonts w:ascii="SimHei" w:eastAsia="SimHei" w:hAnsi="SimHei" w:hint="eastAsia"/>
              <w:b/>
              <w:sz w:val="16"/>
            </w:rPr>
            <w:instrText>NUMPAGES  \* Arabic  \* MERGEFORMAT</w:instrText>
          </w:r>
          <w:r w:rsidRPr="00681DA8">
            <w:rPr>
              <w:rFonts w:ascii="SimHei" w:eastAsia="SimHei" w:hAnsi="SimHei" w:hint="eastAsia"/>
              <w:b/>
              <w:sz w:val="16"/>
            </w:rPr>
            <w:fldChar w:fldCharType="separate"/>
          </w:r>
          <w:r>
            <w:rPr>
              <w:rFonts w:ascii="SimHei" w:eastAsia="SimHei" w:hAnsi="SimHei"/>
              <w:b/>
              <w:sz w:val="16"/>
            </w:rPr>
            <w:t>5</w:t>
          </w:r>
          <w:r w:rsidRPr="00681DA8">
            <w:rPr>
              <w:rFonts w:ascii="SimHei" w:eastAsia="SimHei" w:hAnsi="SimHei" w:hint="eastAsia"/>
              <w:b/>
              <w:sz w:val="16"/>
            </w:rPr>
            <w:fldChar w:fldCharType="end"/>
          </w:r>
          <w:r w:rsidRPr="00681DA8">
            <w:rPr>
              <w:rFonts w:ascii="SimHei" w:eastAsia="SimHei" w:hAnsi="SimHei" w:hint="eastAsia"/>
            </w:rPr>
            <w:t xml:space="preserve"> </w:t>
          </w:r>
          <w:r w:rsidRPr="00681DA8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20D68D1E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1F06B86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8F08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0048" behindDoc="0" locked="0" layoutInCell="1" allowOverlap="1" wp14:anchorId="0BC6A30A" wp14:editId="5E698096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A15D71" w14:paraId="4067AA0E" w14:textId="77777777" w:rsidTr="00AF662E">
      <w:tc>
        <w:tcPr>
          <w:tcW w:w="6912" w:type="dxa"/>
        </w:tcPr>
        <w:p w14:paraId="1A7AF4E2" w14:textId="77777777" w:rsidR="00C97AAF" w:rsidRPr="00681DA8" w:rsidRDefault="00C97AAF" w:rsidP="00A15D71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81DA8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A1146CF" w14:textId="77777777" w:rsidR="00502615" w:rsidRPr="00681DA8" w:rsidRDefault="00642D8B" w:rsidP="00A15D71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以热塑宝制作丝绒般柔软触感的听力保护耳罩</w:t>
          </w:r>
        </w:p>
        <w:p w14:paraId="03D662B2" w14:textId="054BA75C" w:rsidR="00502615" w:rsidRPr="00681DA8" w:rsidRDefault="00502615" w:rsidP="00A15D71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瓦尔德克赖堡，2020 年 3 月</w:t>
          </w:r>
        </w:p>
        <w:p w14:paraId="529504EE" w14:textId="5D2AD117" w:rsidR="00502615" w:rsidRPr="00C97AAF" w:rsidRDefault="00C97AAF" w:rsidP="00A15D71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81DA8">
            <w:rPr>
              <w:rFonts w:ascii="SimHei" w:eastAsia="SimHei" w:hAnsi="SimHei" w:hint="eastAsia"/>
              <w:b/>
              <w:sz w:val="16"/>
            </w:rPr>
            <w:t>第 1 页，</w:t>
          </w:r>
          <w:r w:rsidR="00681DA8">
            <w:rPr>
              <w:rFonts w:ascii="SimHei" w:eastAsia="SimHei" w:hAnsi="SimHei" w:hint="eastAsia"/>
              <w:b/>
              <w:sz w:val="16"/>
            </w:rPr>
            <w:t>共</w:t>
          </w:r>
          <w:r w:rsidRPr="00681DA8">
            <w:rPr>
              <w:rFonts w:ascii="SimHei" w:eastAsia="SimHei" w:hAnsi="SimHei" w:hint="eastAsia"/>
              <w:b/>
              <w:sz w:val="16"/>
            </w:rPr>
            <w:t xml:space="preserve"> </w:t>
          </w:r>
          <w:r w:rsidR="00376085" w:rsidRPr="00681DA8">
            <w:rPr>
              <w:rFonts w:ascii="SimHei" w:eastAsia="SimHei" w:hAnsi="SimHei" w:hint="eastAsia"/>
              <w:b/>
              <w:sz w:val="16"/>
            </w:rPr>
            <w:fldChar w:fldCharType="begin"/>
          </w:r>
          <w:r w:rsidR="00376085" w:rsidRPr="00681DA8">
            <w:rPr>
              <w:rFonts w:ascii="SimHei" w:eastAsia="SimHei" w:hAnsi="SimHei" w:hint="eastAsia"/>
              <w:b/>
              <w:sz w:val="16"/>
            </w:rPr>
            <w:instrText>NUMPAGES  \* Arabic  \* MERGEFORMAT</w:instrText>
          </w:r>
          <w:r w:rsidR="00376085" w:rsidRPr="00681DA8">
            <w:rPr>
              <w:rFonts w:ascii="SimHei" w:eastAsia="SimHei" w:hAnsi="SimHei" w:hint="eastAsia"/>
              <w:b/>
              <w:sz w:val="16"/>
            </w:rPr>
            <w:fldChar w:fldCharType="separate"/>
          </w:r>
          <w:r w:rsidR="00AE429A" w:rsidRPr="00681DA8">
            <w:rPr>
              <w:rFonts w:ascii="SimHei" w:eastAsia="SimHei" w:hAnsi="SimHei"/>
              <w:b/>
              <w:noProof/>
              <w:sz w:val="16"/>
            </w:rPr>
            <w:t>3</w:t>
          </w:r>
          <w:r w:rsidR="00376085" w:rsidRPr="00681DA8">
            <w:rPr>
              <w:rFonts w:ascii="SimHei" w:eastAsia="SimHei" w:hAnsi="SimHei" w:hint="eastAsia"/>
              <w:b/>
              <w:sz w:val="16"/>
            </w:rPr>
            <w:fldChar w:fldCharType="end"/>
          </w:r>
          <w:r w:rsidRPr="00681DA8">
            <w:rPr>
              <w:rFonts w:ascii="SimHei" w:eastAsia="SimHei" w:hAnsi="SimHei" w:hint="eastAsia"/>
            </w:rPr>
            <w:t xml:space="preserve"> </w:t>
          </w:r>
          <w:r w:rsidRPr="00681DA8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39EAF621" w14:textId="77777777" w:rsidR="00502615" w:rsidRPr="00F868A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05F11766" w14:textId="77777777" w:rsidR="00502615" w:rsidRPr="00F868A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0D1B5B81" w14:textId="77777777" w:rsidR="00502615" w:rsidRPr="00DB3841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6D922739" w14:textId="77777777" w:rsidR="00502615" w:rsidRPr="00DB3841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1AF79ADD" w14:textId="77777777" w:rsidR="00502615" w:rsidRPr="00DB3841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7FCCC28" w14:textId="77777777" w:rsidR="00C97AAF" w:rsidRPr="00DB3841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 w:rsidRPr="00627635">
            <w:rPr>
              <w:rFonts w:ascii="SimHei" w:eastAsia="SimHei" w:hAnsi="SimHei" w:hint="eastAsia"/>
              <w:sz w:val="16"/>
              <w:szCs w:val="16"/>
            </w:rPr>
            <w:t>电话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9810-0</w:t>
          </w:r>
        </w:p>
        <w:p w14:paraId="2830D307" w14:textId="77777777" w:rsidR="00C97AAF" w:rsidRPr="00DB3841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 w:rsidRPr="00627635">
            <w:rPr>
              <w:rFonts w:ascii="SimHei" w:eastAsia="SimHei" w:hAnsi="SimHei" w:hint="eastAsia"/>
              <w:sz w:val="16"/>
              <w:szCs w:val="16"/>
            </w:rPr>
            <w:t>传真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9810-310</w:t>
          </w:r>
        </w:p>
        <w:p w14:paraId="741C8BBB" w14:textId="77777777" w:rsidR="00502615" w:rsidRPr="00DB3841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fr-FR"/>
            </w:rPr>
          </w:pPr>
        </w:p>
        <w:p w14:paraId="06297D1F" w14:textId="77777777" w:rsidR="00502615" w:rsidRPr="00DB3841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00B1CF3B" w14:textId="77777777" w:rsidR="00502615" w:rsidRPr="00DB3841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F3A796" w14:textId="77777777" w:rsidR="00F125F3" w:rsidRPr="00C97AAF" w:rsidRDefault="00642D8B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76DF0D" wp14:editId="3B57A00F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BA42AFA" w14:textId="77777777" w:rsidR="006A7575" w:rsidRPr="00627635" w:rsidRDefault="006A7575" w:rsidP="006A757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54119641" w14:textId="77777777" w:rsidR="006A7575" w:rsidRPr="00FF2C05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BE28DC" w14:textId="77777777" w:rsidR="006A7575" w:rsidRPr="00FF2C05" w:rsidRDefault="006A7575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7325351" w14:textId="77777777" w:rsidR="006A7575" w:rsidRPr="00627635" w:rsidRDefault="00FF2C05" w:rsidP="006A757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20B32AA3" w14:textId="77777777" w:rsidR="006A7575" w:rsidRPr="00FF6266" w:rsidRDefault="006A7575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14776B63" w14:textId="77777777" w:rsidR="006A7575" w:rsidRPr="00376085" w:rsidRDefault="00B340CA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yperlink"/>
                              <w:rFonts w:hint="eastAsia"/>
                              <w:i w:val="0"/>
                              <w:iCs w:val="0"/>
                              <w:sz w:val="16"/>
                              <w:szCs w:val="16"/>
                            </w:rPr>
                            <w:t>simone.hammerl@kraiburg-tpe.com</w:t>
                          </w:r>
                        </w:p>
                        <w:p w14:paraId="445F62F9" w14:textId="77777777" w:rsidR="006A7575" w:rsidRPr="00FF626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A64B22B" w14:textId="77777777" w:rsidR="006A7575" w:rsidRPr="00627635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413C895" w14:textId="77777777" w:rsidR="006A7575" w:rsidRPr="00534B6F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2602AF02" w14:textId="77777777" w:rsidR="006A7575" w:rsidRPr="00627635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5000A004" w14:textId="77777777" w:rsidR="006A7575" w:rsidRPr="000277F0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43078D73" w14:textId="447AE6CD" w:rsidR="006A7575" w:rsidRPr="000277F0" w:rsidRDefault="00F73CA8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7608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13CA4002" w14:textId="77777777" w:rsidR="006A7575" w:rsidRPr="00DB3841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064E4A" w14:textId="77777777" w:rsidR="006A7575" w:rsidRPr="00627635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rFonts w:ascii="SimHei" w:eastAsia="SimHei" w:hAnsi="SimHei"/>
                              <w:b/>
                              <w:i w:val="0"/>
                              <w:sz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79F6443F" w14:textId="77777777" w:rsidR="006A7575" w:rsidRPr="004047A2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77A51D25" w14:textId="77777777" w:rsidR="006A7575" w:rsidRPr="004047A2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Nielsen</w:t>
                          </w:r>
                        </w:p>
                        <w:p w14:paraId="145C02D0" w14:textId="77777777" w:rsidR="006A7575" w:rsidRPr="004047A2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 w:rsidRPr="00627635">
                            <w:rPr>
                              <w:rFonts w:ascii="SimHei" w:eastAsia="SimHei" w:hAnsi="SimHei" w:hint="eastAsia"/>
                              <w:sz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+31 164 317 036</w:t>
                          </w:r>
                        </w:p>
                        <w:p w14:paraId="28E4AE78" w14:textId="7EF668C7" w:rsidR="0037152D" w:rsidRPr="004047A2" w:rsidRDefault="00F73CA8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37608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6DF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2BA42AFA" w14:textId="77777777" w:rsidR="006A7575" w:rsidRPr="00627635" w:rsidRDefault="006A7575" w:rsidP="006A757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54119641" w14:textId="77777777" w:rsidR="006A7575" w:rsidRPr="00FF2C05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BE28DC" w14:textId="77777777" w:rsidR="006A7575" w:rsidRPr="00FF2C05" w:rsidRDefault="006A7575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37325351" w14:textId="77777777" w:rsidR="006A7575" w:rsidRPr="00627635" w:rsidRDefault="00FF2C05" w:rsidP="006A757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企业沟通经理</w:t>
                    </w:r>
                  </w:p>
                  <w:p w14:paraId="20B32AA3" w14:textId="77777777" w:rsidR="006A7575" w:rsidRPr="00FF6266" w:rsidRDefault="006A7575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14776B63" w14:textId="77777777" w:rsidR="006A7575" w:rsidRPr="00376085" w:rsidRDefault="00B340CA" w:rsidP="006A7575">
                    <w:pPr>
                      <w:pStyle w:val="BodyTextIndent"/>
                      <w:ind w:left="0"/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</w:pPr>
                    <w:r>
                      <w:rPr>
                        <w:rStyle w:val="Hyperlink"/>
                        <w:rFonts w:hint="eastAsia"/>
                        <w:i w:val="0"/>
                        <w:iCs w:val="0"/>
                        <w:sz w:val="16"/>
                        <w:szCs w:val="16"/>
                      </w:rPr>
                      <w:t>simone.hammerl@kraiburg-tpe.com</w:t>
                    </w:r>
                  </w:p>
                  <w:p w14:paraId="445F62F9" w14:textId="77777777" w:rsidR="006A7575" w:rsidRPr="00FF626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A64B22B" w14:textId="77777777" w:rsidR="006A7575" w:rsidRPr="00627635" w:rsidRDefault="006A7575" w:rsidP="006A757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i/>
                        <w:iCs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2413C895" w14:textId="77777777" w:rsidR="006A7575" w:rsidRPr="00534B6F" w:rsidRDefault="006A7575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Bridget Ngang</w:t>
                    </w:r>
                  </w:p>
                  <w:p w14:paraId="2602AF02" w14:textId="77777777" w:rsidR="006A7575" w:rsidRPr="00627635" w:rsidRDefault="006A7575" w:rsidP="006A757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5000A004" w14:textId="77777777" w:rsidR="006A7575" w:rsidRPr="000277F0" w:rsidRDefault="006A7575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：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+603 9545 6301</w:t>
                    </w:r>
                  </w:p>
                  <w:p w14:paraId="43078D73" w14:textId="447AE6CD" w:rsidR="006A7575" w:rsidRPr="000277F0" w:rsidRDefault="00D06B20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4" w:history="1">
                      <w:r w:rsidR="00376085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13CA4002" w14:textId="77777777" w:rsidR="006A7575" w:rsidRPr="00DB3841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064E4A" w14:textId="77777777" w:rsidR="006A7575" w:rsidRPr="00627635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rFonts w:ascii="SimHei" w:eastAsia="SimHei" w:hAnsi="SimHei"/>
                        <w:b/>
                        <w:i w:val="0"/>
                        <w:sz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b/>
                        <w:i w:val="0"/>
                        <w:sz w:val="16"/>
                      </w:rPr>
                      <w:t>通讯机构</w:t>
                    </w:r>
                  </w:p>
                  <w:p w14:paraId="79F6443F" w14:textId="77777777" w:rsidR="006A7575" w:rsidRPr="004047A2" w:rsidRDefault="006A7575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sz w:val="16"/>
                      </w:rPr>
                      <w:t>EMG</w:t>
                    </w:r>
                  </w:p>
                  <w:p w14:paraId="77A51D25" w14:textId="77777777" w:rsidR="006A7575" w:rsidRPr="004047A2" w:rsidRDefault="006A7575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Siria Nielsen</w:t>
                    </w:r>
                  </w:p>
                  <w:p w14:paraId="145C02D0" w14:textId="77777777" w:rsidR="006A7575" w:rsidRPr="004047A2" w:rsidRDefault="006A7575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 w:rsidRPr="00627635">
                      <w:rPr>
                        <w:rFonts w:ascii="SimHei" w:eastAsia="SimHei" w:hAnsi="SimHei" w:hint="eastAsia"/>
                        <w:sz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+31 164 317 036</w:t>
                    </w:r>
                  </w:p>
                  <w:p w14:paraId="28E4AE78" w14:textId="7EF668C7" w:rsidR="0037152D" w:rsidRPr="004047A2" w:rsidRDefault="00D06B20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5" w:history="1">
                      <w:r w:rsidR="0037608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2MzU1sbA0MLQ0sDBR0lEKTi0uzszPAykwqgUAbqYULiwAAAA="/>
  </w:docVars>
  <w:rsids>
    <w:rsidRoot w:val="003C00AF"/>
    <w:rsid w:val="000277F0"/>
    <w:rsid w:val="0003178D"/>
    <w:rsid w:val="00041B77"/>
    <w:rsid w:val="0004695A"/>
    <w:rsid w:val="00050BD9"/>
    <w:rsid w:val="00062B0A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5283"/>
    <w:rsid w:val="000F2C44"/>
    <w:rsid w:val="000F2DAE"/>
    <w:rsid w:val="000F32CD"/>
    <w:rsid w:val="000F7C99"/>
    <w:rsid w:val="001246FA"/>
    <w:rsid w:val="00144072"/>
    <w:rsid w:val="00146E7E"/>
    <w:rsid w:val="00156A2A"/>
    <w:rsid w:val="00163E63"/>
    <w:rsid w:val="0017090F"/>
    <w:rsid w:val="0017332B"/>
    <w:rsid w:val="0017553B"/>
    <w:rsid w:val="00177F82"/>
    <w:rsid w:val="00180F66"/>
    <w:rsid w:val="001A1A47"/>
    <w:rsid w:val="001A4BDC"/>
    <w:rsid w:val="001C4EAE"/>
    <w:rsid w:val="001E1B9B"/>
    <w:rsid w:val="00201710"/>
    <w:rsid w:val="00225FD8"/>
    <w:rsid w:val="00235BA5"/>
    <w:rsid w:val="002631F5"/>
    <w:rsid w:val="00290773"/>
    <w:rsid w:val="0029752E"/>
    <w:rsid w:val="002A37DD"/>
    <w:rsid w:val="002B3A55"/>
    <w:rsid w:val="002C4280"/>
    <w:rsid w:val="002C6993"/>
    <w:rsid w:val="002E3AD5"/>
    <w:rsid w:val="002F2061"/>
    <w:rsid w:val="002F563D"/>
    <w:rsid w:val="0037152D"/>
    <w:rsid w:val="00376085"/>
    <w:rsid w:val="00381E75"/>
    <w:rsid w:val="00385A9C"/>
    <w:rsid w:val="00393D0B"/>
    <w:rsid w:val="003A4301"/>
    <w:rsid w:val="003C00AF"/>
    <w:rsid w:val="003C6DEF"/>
    <w:rsid w:val="003C78DA"/>
    <w:rsid w:val="003D6FA8"/>
    <w:rsid w:val="004002A2"/>
    <w:rsid w:val="004047A2"/>
    <w:rsid w:val="00406C85"/>
    <w:rsid w:val="00456843"/>
    <w:rsid w:val="00456A3B"/>
    <w:rsid w:val="00471A94"/>
    <w:rsid w:val="00481947"/>
    <w:rsid w:val="004A62E0"/>
    <w:rsid w:val="004C6E24"/>
    <w:rsid w:val="004D5BAF"/>
    <w:rsid w:val="004F170A"/>
    <w:rsid w:val="004F7F70"/>
    <w:rsid w:val="00502615"/>
    <w:rsid w:val="0050419E"/>
    <w:rsid w:val="00507508"/>
    <w:rsid w:val="005275DB"/>
    <w:rsid w:val="005345ED"/>
    <w:rsid w:val="00534B6F"/>
    <w:rsid w:val="00543876"/>
    <w:rsid w:val="00550C61"/>
    <w:rsid w:val="005D467D"/>
    <w:rsid w:val="005E1C3F"/>
    <w:rsid w:val="005E54EB"/>
    <w:rsid w:val="00602018"/>
    <w:rsid w:val="00614013"/>
    <w:rsid w:val="00627635"/>
    <w:rsid w:val="00642D8B"/>
    <w:rsid w:val="00661BAB"/>
    <w:rsid w:val="006709AB"/>
    <w:rsid w:val="00681DA8"/>
    <w:rsid w:val="006A7575"/>
    <w:rsid w:val="006B0D90"/>
    <w:rsid w:val="006B1DAF"/>
    <w:rsid w:val="006B33D8"/>
    <w:rsid w:val="006D0902"/>
    <w:rsid w:val="006E4B80"/>
    <w:rsid w:val="006E65CF"/>
    <w:rsid w:val="006F473C"/>
    <w:rsid w:val="0071575E"/>
    <w:rsid w:val="00724DF8"/>
    <w:rsid w:val="00744F3B"/>
    <w:rsid w:val="0077673F"/>
    <w:rsid w:val="0078239C"/>
    <w:rsid w:val="007831E2"/>
    <w:rsid w:val="00784C57"/>
    <w:rsid w:val="007B4C2D"/>
    <w:rsid w:val="007D7444"/>
    <w:rsid w:val="007F1877"/>
    <w:rsid w:val="007F3DBF"/>
    <w:rsid w:val="00817857"/>
    <w:rsid w:val="0088592F"/>
    <w:rsid w:val="00885E31"/>
    <w:rsid w:val="00893ECA"/>
    <w:rsid w:val="008B1F30"/>
    <w:rsid w:val="008B2E96"/>
    <w:rsid w:val="008B6AFF"/>
    <w:rsid w:val="008C43CA"/>
    <w:rsid w:val="008D6339"/>
    <w:rsid w:val="008E5B5F"/>
    <w:rsid w:val="008F0A65"/>
    <w:rsid w:val="00923D2E"/>
    <w:rsid w:val="00937972"/>
    <w:rsid w:val="00947D55"/>
    <w:rsid w:val="00960051"/>
    <w:rsid w:val="00964C40"/>
    <w:rsid w:val="00980DBB"/>
    <w:rsid w:val="00985577"/>
    <w:rsid w:val="009B2597"/>
    <w:rsid w:val="009D1170"/>
    <w:rsid w:val="009E74A0"/>
    <w:rsid w:val="00A15D71"/>
    <w:rsid w:val="00A2616A"/>
    <w:rsid w:val="00A57CD6"/>
    <w:rsid w:val="00A709B8"/>
    <w:rsid w:val="00A805C3"/>
    <w:rsid w:val="00A805F6"/>
    <w:rsid w:val="00A832FB"/>
    <w:rsid w:val="00AB48F2"/>
    <w:rsid w:val="00AD13B3"/>
    <w:rsid w:val="00AE429A"/>
    <w:rsid w:val="00AE5FE3"/>
    <w:rsid w:val="00AF706E"/>
    <w:rsid w:val="00B17F6A"/>
    <w:rsid w:val="00B20D0E"/>
    <w:rsid w:val="00B21133"/>
    <w:rsid w:val="00B340CA"/>
    <w:rsid w:val="00B43FD8"/>
    <w:rsid w:val="00B52C80"/>
    <w:rsid w:val="00B62642"/>
    <w:rsid w:val="00B71FAC"/>
    <w:rsid w:val="00B81B58"/>
    <w:rsid w:val="00BC1A81"/>
    <w:rsid w:val="00BC24FD"/>
    <w:rsid w:val="00BC43F8"/>
    <w:rsid w:val="00BF28D4"/>
    <w:rsid w:val="00C0054B"/>
    <w:rsid w:val="00C10035"/>
    <w:rsid w:val="00C24DC3"/>
    <w:rsid w:val="00C30003"/>
    <w:rsid w:val="00C33B05"/>
    <w:rsid w:val="00C566EF"/>
    <w:rsid w:val="00C70EBC"/>
    <w:rsid w:val="00C8056E"/>
    <w:rsid w:val="00C8574F"/>
    <w:rsid w:val="00C95294"/>
    <w:rsid w:val="00C97AAF"/>
    <w:rsid w:val="00CA280B"/>
    <w:rsid w:val="00CC2BDA"/>
    <w:rsid w:val="00CE3169"/>
    <w:rsid w:val="00CE6C93"/>
    <w:rsid w:val="00CF1F82"/>
    <w:rsid w:val="00D019E3"/>
    <w:rsid w:val="00D06B20"/>
    <w:rsid w:val="00D14F71"/>
    <w:rsid w:val="00D2192F"/>
    <w:rsid w:val="00D238FD"/>
    <w:rsid w:val="00D34D49"/>
    <w:rsid w:val="00D41761"/>
    <w:rsid w:val="00D50D0C"/>
    <w:rsid w:val="00D60A69"/>
    <w:rsid w:val="00D625E9"/>
    <w:rsid w:val="00D81F17"/>
    <w:rsid w:val="00D821DB"/>
    <w:rsid w:val="00D93247"/>
    <w:rsid w:val="00D9749E"/>
    <w:rsid w:val="00DA5B2E"/>
    <w:rsid w:val="00DB2468"/>
    <w:rsid w:val="00DB3841"/>
    <w:rsid w:val="00DC0237"/>
    <w:rsid w:val="00DC10C6"/>
    <w:rsid w:val="00DC25D7"/>
    <w:rsid w:val="00DC32CA"/>
    <w:rsid w:val="00DC602B"/>
    <w:rsid w:val="00E039D8"/>
    <w:rsid w:val="00E17CAC"/>
    <w:rsid w:val="00E533F6"/>
    <w:rsid w:val="00E908C9"/>
    <w:rsid w:val="00E97095"/>
    <w:rsid w:val="00ED7A78"/>
    <w:rsid w:val="00F11E25"/>
    <w:rsid w:val="00F125F3"/>
    <w:rsid w:val="00F14DFB"/>
    <w:rsid w:val="00F20F7E"/>
    <w:rsid w:val="00F33088"/>
    <w:rsid w:val="00F35912"/>
    <w:rsid w:val="00F50B59"/>
    <w:rsid w:val="00F540D8"/>
    <w:rsid w:val="00F54D5B"/>
    <w:rsid w:val="00F56344"/>
    <w:rsid w:val="00F70902"/>
    <w:rsid w:val="00F73CA8"/>
    <w:rsid w:val="00F868A5"/>
    <w:rsid w:val="00F97DC4"/>
    <w:rsid w:val="00FA13B7"/>
    <w:rsid w:val="00FA1F87"/>
    <w:rsid w:val="00FB6011"/>
    <w:rsid w:val="00FC50D1"/>
    <w:rsid w:val="00FE7558"/>
    <w:rsid w:val="00FF0A18"/>
    <w:rsid w:val="00FF2C05"/>
    <w:rsid w:val="00FF4A10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78E164"/>
  <w15:docId w15:val="{4BDA3769-2E69-4819-9231-FB676899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F7F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81D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raiburg-tpe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yex7198\AppData\Local\Microsoft\Windows\INetCache\Content.Outlook\9ST0TQLL\&#20851;&#20110;&#65306;&#31354;&#30333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yex7198\AppData\Local\Microsoft\Windows\INetCache\Content.Outlook\9ST0TQLL\&#20851;&#20110;&#65306;&#31354;&#30333;" TargetMode="External"/><Relationship Id="rId10" Type="http://schemas.openxmlformats.org/officeDocument/2006/relationships/hyperlink" Target="file:///C:\Users\yex7198\AppData\Local\Microsoft\Windows\INetCache\Content.Outlook\9ST0TQLL\&#20851;&#20110;&#65306;&#31354;&#30333;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ressReleaseFind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yex7198\AppData\Local\Microsoft\Windows\INetCache\Content.Outlook\9ST0TQLL\&#20851;&#20110;&#65306;&#31354;&#30333;" TargetMode="External"/><Relationship Id="rId2" Type="http://schemas.openxmlformats.org/officeDocument/2006/relationships/hyperlink" Target="file:///C:\Users\yex7198\AppData\Local\Microsoft\Windows\INetCache\Content.Outlook\9ST0TQLL\&#20851;&#20110;&#65306;&#31354;&#30333;" TargetMode="External"/><Relationship Id="rId1" Type="http://schemas.openxmlformats.org/officeDocument/2006/relationships/image" Target="media/image4.jpeg"/><Relationship Id="rId5" Type="http://schemas.openxmlformats.org/officeDocument/2006/relationships/hyperlink" Target="file:///C:\Users\yex7198\AppData\Local\Microsoft\Windows\INetCache\Content.Outlook\9ST0TQLL\&#20851;&#20110;&#65306;&#31354;&#30333;" TargetMode="External"/><Relationship Id="rId4" Type="http://schemas.openxmlformats.org/officeDocument/2006/relationships/hyperlink" Target="file:///C:\Users\yex7198\AppData\Local\Microsoft\Windows\INetCache\Content.Outlook\9ST0TQLL\&#20851;&#20110;&#65306;&#31354;&#30333;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3609B-3872-4593-8D0C-23D5C35A0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KRAIBURG TPE liefert hautfreundliches Thermoplastisches Elastomer für innovatives Protos® Headset</vt:lpstr>
      <vt:lpstr>KRAIBURG TPE liefert hautfreundliches Thermoplastisches Elastomer für innovatives Protos® Headset</vt:lpstr>
    </vt:vector>
  </TitlesOfParts>
  <Manager>Belinda Boer</Manager>
  <Company>EMG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KRAIBURG TPE liefert hautfreundliches Thermoplastisches Elastomer für innovatives Protos® Headset</dc:title>
  <dc:creator>Siria Nielsen</dc:creator>
  <cp:keywords>050</cp:keywords>
  <cp:lastModifiedBy>Yeow XiaoWei</cp:lastModifiedBy>
  <cp:revision>4</cp:revision>
  <cp:lastPrinted>2020-02-25T02:15:00Z</cp:lastPrinted>
  <dcterms:created xsi:type="dcterms:W3CDTF">2020-01-22T08:48:00Z</dcterms:created>
  <dcterms:modified xsi:type="dcterms:W3CDTF">2020-02-25T02:16:00Z</dcterms:modified>
  <cp:category>PR</cp:category>
</cp:coreProperties>
</file>